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B8E9F" w14:textId="77777777" w:rsidR="00006734" w:rsidRDefault="00006734" w:rsidP="0000673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nr 7/2023</w:t>
      </w:r>
    </w:p>
    <w:p w14:paraId="74FB1AE9" w14:textId="77777777" w:rsidR="00006734" w:rsidRDefault="00006734" w:rsidP="0000673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04462D7" w14:textId="43B49F57" w:rsidR="00006734" w:rsidRDefault="00006734" w:rsidP="0000673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6C365C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6C365C">
        <w:rPr>
          <w:rFonts w:ascii="Corbel" w:hAnsi="Corbel"/>
          <w:b/>
          <w:smallCaps/>
          <w:sz w:val="24"/>
          <w:szCs w:val="24"/>
        </w:rPr>
        <w:t>8</w:t>
      </w:r>
    </w:p>
    <w:p w14:paraId="3A90B83C" w14:textId="77777777" w:rsidR="00006734" w:rsidRDefault="00006734" w:rsidP="00006734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9070DF3" w14:textId="46211C4E" w:rsidR="00006734" w:rsidRDefault="00006734" w:rsidP="00006734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6C365C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6C365C">
        <w:rPr>
          <w:rFonts w:ascii="Corbel" w:hAnsi="Corbel"/>
          <w:sz w:val="20"/>
          <w:szCs w:val="20"/>
        </w:rPr>
        <w:t>7</w:t>
      </w: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566B2EE" w14:textId="77777777" w:rsidTr="3110E885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5C71D1" w14:textId="77777777" w:rsidR="0085747A" w:rsidRPr="009C54AE" w:rsidRDefault="00AD4A7F" w:rsidP="3110E885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3110E885">
              <w:rPr>
                <w:rFonts w:ascii="Corbel" w:hAnsi="Corbel"/>
                <w:bCs/>
                <w:sz w:val="24"/>
                <w:szCs w:val="24"/>
              </w:rPr>
              <w:t>POLONIA W ŚWIECIE</w:t>
            </w:r>
          </w:p>
        </w:tc>
      </w:tr>
      <w:tr w:rsidR="0085747A" w:rsidRPr="009C54AE" w14:paraId="3A4D8285" w14:textId="77777777" w:rsidTr="3110E885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9CFDB8" w14:textId="77777777" w:rsidR="0085747A" w:rsidRPr="009C54AE" w:rsidRDefault="005508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MK_54</w:t>
            </w:r>
          </w:p>
        </w:tc>
      </w:tr>
      <w:tr w:rsidR="00B814E4" w:rsidRPr="009C54AE" w14:paraId="0F04DEFA" w14:textId="77777777" w:rsidTr="009432E0">
        <w:tc>
          <w:tcPr>
            <w:tcW w:w="2694" w:type="dxa"/>
            <w:vAlign w:val="center"/>
          </w:tcPr>
          <w:p w14:paraId="249A5C16" w14:textId="77777777" w:rsidR="00B814E4" w:rsidRPr="009C54AE" w:rsidRDefault="00B814E4" w:rsidP="00B814E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</w:tcPr>
          <w:p w14:paraId="2236619B" w14:textId="6A8E2554" w:rsidR="00B814E4" w:rsidRPr="00B814E4" w:rsidRDefault="00B814E4" w:rsidP="00B81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814E4">
              <w:rPr>
                <w:rFonts w:ascii="Corbel" w:hAnsi="Corbel"/>
                <w:b w:val="0"/>
                <w:bCs/>
                <w:sz w:val="24"/>
                <w:szCs w:val="24"/>
              </w:rPr>
              <w:t>Wydział Nauk Społecznych</w:t>
            </w:r>
          </w:p>
        </w:tc>
      </w:tr>
      <w:tr w:rsidR="00B814E4" w:rsidRPr="009C54AE" w14:paraId="621CC289" w14:textId="77777777" w:rsidTr="009432E0">
        <w:tc>
          <w:tcPr>
            <w:tcW w:w="2694" w:type="dxa"/>
            <w:vAlign w:val="center"/>
          </w:tcPr>
          <w:p w14:paraId="0A39E105" w14:textId="77777777" w:rsidR="00B814E4" w:rsidRPr="009C54AE" w:rsidRDefault="00B814E4" w:rsidP="00B814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6F2FC065" w14:textId="7159E0EA" w:rsidR="00B814E4" w:rsidRPr="00B814E4" w:rsidRDefault="00B814E4" w:rsidP="00B81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814E4">
              <w:rPr>
                <w:rFonts w:ascii="Corbel" w:hAnsi="Corbel"/>
                <w:b w:val="0"/>
                <w:bCs/>
                <w:sz w:val="24"/>
                <w:szCs w:val="24"/>
              </w:rPr>
              <w:t>Instytut Nauk o Polityce i Bezpieczeństwie</w:t>
            </w:r>
          </w:p>
        </w:tc>
      </w:tr>
      <w:tr w:rsidR="0085747A" w:rsidRPr="009C54AE" w14:paraId="2094F3CA" w14:textId="77777777" w:rsidTr="3110E885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9B3031E" w14:textId="77777777" w:rsidR="0085747A" w:rsidRPr="009C54AE" w:rsidRDefault="00AD4A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9C54AE" w14:paraId="2BB766A3" w14:textId="77777777" w:rsidTr="3110E885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06B3E5" w14:textId="77777777" w:rsidR="0085747A" w:rsidRPr="009C54AE" w:rsidRDefault="00AD4A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F9AB4AC" w14:textId="77777777" w:rsidTr="3110E885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DC12B5" w14:textId="77777777" w:rsidR="0085747A" w:rsidRPr="009C54AE" w:rsidRDefault="005508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FE080B1" w14:textId="77777777" w:rsidTr="3110E885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F8608A" w14:textId="0A42D199" w:rsidR="0085747A" w:rsidRPr="009C54AE" w:rsidRDefault="00106C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AD4A7F">
              <w:rPr>
                <w:rFonts w:ascii="Corbel" w:hAnsi="Corbel"/>
                <w:b w:val="0"/>
                <w:sz w:val="24"/>
                <w:szCs w:val="24"/>
              </w:rPr>
              <w:t>ST</w:t>
            </w:r>
            <w:r w:rsidR="006C365C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AD4A7F">
              <w:rPr>
                <w:rFonts w:ascii="Corbel" w:hAnsi="Corbel"/>
                <w:b w:val="0"/>
                <w:sz w:val="24"/>
                <w:szCs w:val="24"/>
              </w:rPr>
              <w:t>CJONARNE</w:t>
            </w:r>
          </w:p>
        </w:tc>
      </w:tr>
      <w:tr w:rsidR="0085747A" w:rsidRPr="009C54AE" w14:paraId="4F30D7CC" w14:textId="77777777" w:rsidTr="3110E885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0958B5B" w14:textId="2645F9FE" w:rsidR="0085747A" w:rsidRPr="009C54AE" w:rsidRDefault="00AD4A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</w:t>
            </w:r>
            <w:r w:rsidR="00B77D33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IV </w:t>
            </w:r>
          </w:p>
        </w:tc>
      </w:tr>
      <w:tr w:rsidR="0085747A" w:rsidRPr="009C54AE" w14:paraId="4226BB3C" w14:textId="77777777" w:rsidTr="3110E885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8E86DA" w14:textId="77777777" w:rsidR="0085747A" w:rsidRPr="009C54AE" w:rsidRDefault="005508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69BFFEEB" w14:textId="77777777" w:rsidTr="3110E885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4CB6B3" w14:textId="77777777" w:rsidR="00923D7D" w:rsidRPr="009C54AE" w:rsidRDefault="00AD4A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96D4CC1" w14:textId="77777777" w:rsidTr="3110E885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25F998" w14:textId="77777777" w:rsidR="0085747A" w:rsidRPr="009C54AE" w:rsidRDefault="005508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BONUSIAK, PROF. UR</w:t>
            </w:r>
          </w:p>
        </w:tc>
      </w:tr>
      <w:tr w:rsidR="0055081F" w:rsidRPr="009C54AE" w14:paraId="77CE9E2D" w14:textId="77777777" w:rsidTr="3110E885">
        <w:tc>
          <w:tcPr>
            <w:tcW w:w="2694" w:type="dxa"/>
            <w:vAlign w:val="center"/>
          </w:tcPr>
          <w:p w14:paraId="471FE442" w14:textId="77777777" w:rsidR="0055081F" w:rsidRPr="009C54AE" w:rsidRDefault="0055081F" w:rsidP="0055081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F66F6C" w14:textId="77777777" w:rsidR="0055081F" w:rsidRPr="009C54AE" w:rsidRDefault="0055081F" w:rsidP="005508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BONUSIAK, PROF. UR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0"/>
        <w:gridCol w:w="885"/>
        <w:gridCol w:w="695"/>
        <w:gridCol w:w="990"/>
        <w:gridCol w:w="825"/>
        <w:gridCol w:w="825"/>
        <w:gridCol w:w="596"/>
        <w:gridCol w:w="948"/>
        <w:gridCol w:w="1189"/>
        <w:gridCol w:w="1505"/>
      </w:tblGrid>
      <w:tr w:rsidR="00015B8F" w:rsidRPr="00E143C7" w14:paraId="4A00F406" w14:textId="77777777" w:rsidTr="3110E885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E143C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0"/>
              </w:rPr>
            </w:pPr>
            <w:r w:rsidRPr="00E143C7">
              <w:rPr>
                <w:rFonts w:ascii="Corbel" w:hAnsi="Corbel"/>
                <w:szCs w:val="20"/>
              </w:rPr>
              <w:t>Semestr</w:t>
            </w:r>
          </w:p>
          <w:p w14:paraId="64C63F33" w14:textId="77777777" w:rsidR="00015B8F" w:rsidRPr="00E143C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0"/>
              </w:rPr>
            </w:pPr>
            <w:r w:rsidRPr="00E143C7">
              <w:rPr>
                <w:rFonts w:ascii="Corbel" w:hAnsi="Corbel"/>
                <w:szCs w:val="20"/>
              </w:rPr>
              <w:t>(</w:t>
            </w:r>
            <w:r w:rsidR="00363F78" w:rsidRPr="00E143C7">
              <w:rPr>
                <w:rFonts w:ascii="Corbel" w:hAnsi="Corbel"/>
                <w:szCs w:val="20"/>
              </w:rPr>
              <w:t>nr)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E143C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0"/>
              </w:rPr>
            </w:pPr>
            <w:r w:rsidRPr="00E143C7">
              <w:rPr>
                <w:rFonts w:ascii="Corbel" w:hAnsi="Corbel"/>
                <w:szCs w:val="20"/>
              </w:rPr>
              <w:t>Wykł.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E143C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0"/>
              </w:rPr>
            </w:pPr>
            <w:r w:rsidRPr="00E143C7">
              <w:rPr>
                <w:rFonts w:ascii="Corbel" w:hAnsi="Corbel"/>
                <w:szCs w:val="20"/>
              </w:rPr>
              <w:t>Ćw.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E143C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0"/>
              </w:rPr>
            </w:pPr>
            <w:r w:rsidRPr="00E143C7">
              <w:rPr>
                <w:rFonts w:ascii="Corbel" w:hAnsi="Corbel"/>
                <w:szCs w:val="20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E143C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0"/>
              </w:rPr>
            </w:pPr>
            <w:r w:rsidRPr="00E143C7">
              <w:rPr>
                <w:rFonts w:ascii="Corbel" w:hAnsi="Corbel"/>
                <w:szCs w:val="20"/>
              </w:rPr>
              <w:t>Lab.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E143C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0"/>
              </w:rPr>
            </w:pPr>
            <w:r w:rsidRPr="00E143C7">
              <w:rPr>
                <w:rFonts w:ascii="Corbel" w:hAnsi="Corbel"/>
                <w:szCs w:val="20"/>
              </w:rPr>
              <w:t>Sem.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E143C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0"/>
              </w:rPr>
            </w:pPr>
            <w:r w:rsidRPr="00E143C7">
              <w:rPr>
                <w:rFonts w:ascii="Corbel" w:hAnsi="Corbel"/>
                <w:szCs w:val="20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E143C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0"/>
              </w:rPr>
            </w:pPr>
            <w:r w:rsidRPr="00E143C7">
              <w:rPr>
                <w:rFonts w:ascii="Corbel" w:hAnsi="Corbel"/>
                <w:szCs w:val="20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E143C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0"/>
              </w:rPr>
            </w:pPr>
            <w:r w:rsidRPr="00E143C7">
              <w:rPr>
                <w:rFonts w:ascii="Corbel" w:hAnsi="Corbel"/>
                <w:szCs w:val="20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E143C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0"/>
              </w:rPr>
            </w:pPr>
            <w:r w:rsidRPr="00E143C7">
              <w:rPr>
                <w:rFonts w:ascii="Corbel" w:hAnsi="Corbel"/>
                <w:b/>
                <w:szCs w:val="20"/>
              </w:rPr>
              <w:t>Liczba pkt</w:t>
            </w:r>
            <w:r w:rsidR="00B90885" w:rsidRPr="00E143C7">
              <w:rPr>
                <w:rFonts w:ascii="Corbel" w:hAnsi="Corbel"/>
                <w:b/>
                <w:szCs w:val="20"/>
              </w:rPr>
              <w:t>.</w:t>
            </w:r>
            <w:r w:rsidRPr="00E143C7">
              <w:rPr>
                <w:rFonts w:ascii="Corbel" w:hAnsi="Corbel"/>
                <w:b/>
                <w:szCs w:val="20"/>
              </w:rPr>
              <w:t xml:space="preserve"> ECTS</w:t>
            </w:r>
          </w:p>
        </w:tc>
      </w:tr>
      <w:tr w:rsidR="00015B8F" w:rsidRPr="00E143C7" w14:paraId="5B9D7865" w14:textId="77777777" w:rsidTr="3110E885">
        <w:trPr>
          <w:trHeight w:val="453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BD8D" w14:textId="77777777" w:rsidR="00015B8F" w:rsidRPr="00E143C7" w:rsidRDefault="00AD4A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</w:rPr>
            </w:pPr>
            <w:r w:rsidRPr="00E143C7">
              <w:rPr>
                <w:rFonts w:ascii="Corbel" w:hAnsi="Corbel"/>
                <w:sz w:val="24"/>
              </w:rPr>
              <w:t>IV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96EF0" w14:textId="411853A4" w:rsidR="00015B8F" w:rsidRPr="00E143C7" w:rsidRDefault="00015B8F" w:rsidP="3110E8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CB7FE" w14:textId="54DDFA80" w:rsidR="00015B8F" w:rsidRPr="00E143C7" w:rsidRDefault="00015B8F" w:rsidP="3110E8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77777777" w:rsidR="00015B8F" w:rsidRPr="00E143C7" w:rsidRDefault="00106C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20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61A33" w14:textId="1E112AC2" w:rsidR="00015B8F" w:rsidRPr="00E143C7" w:rsidRDefault="00015B8F" w:rsidP="3110E8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697B1" w14:textId="0DD89932" w:rsidR="00015B8F" w:rsidRPr="00E143C7" w:rsidRDefault="00015B8F" w:rsidP="3110E8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7E729" w14:textId="6E89472D" w:rsidR="00015B8F" w:rsidRPr="00E143C7" w:rsidRDefault="00015B8F" w:rsidP="3110E8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3BE76" w14:textId="53445E43" w:rsidR="00015B8F" w:rsidRPr="00E143C7" w:rsidRDefault="00015B8F" w:rsidP="3110E8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67DA1" w14:textId="11DEC1DD" w:rsidR="00015B8F" w:rsidRPr="00E143C7" w:rsidRDefault="00015B8F" w:rsidP="3110E8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E143C7" w:rsidRDefault="00AD4A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</w:rPr>
            </w:pPr>
            <w:r w:rsidRPr="00E143C7">
              <w:rPr>
                <w:rFonts w:ascii="Corbel" w:hAnsi="Corbel"/>
                <w:sz w:val="24"/>
              </w:rPr>
              <w:t>3</w:t>
            </w:r>
          </w:p>
        </w:tc>
      </w:tr>
    </w:tbl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05A80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2B1F20E1">
        <w:rPr>
          <w:rFonts w:ascii="Corbel" w:hAnsi="Corbel"/>
          <w:smallCaps w:val="0"/>
        </w:rPr>
        <w:t>1.</w:t>
      </w:r>
      <w:r w:rsidR="00E22FBC" w:rsidRPr="2B1F20E1">
        <w:rPr>
          <w:rFonts w:ascii="Corbel" w:hAnsi="Corbel"/>
          <w:smallCaps w:val="0"/>
        </w:rPr>
        <w:t>2</w:t>
      </w:r>
      <w:r w:rsidR="00F83B28" w:rsidRPr="2B1F20E1">
        <w:rPr>
          <w:rFonts w:ascii="Corbel" w:hAnsi="Corbel"/>
          <w:smallCaps w:val="0"/>
        </w:rPr>
        <w:t>.</w:t>
      </w:r>
      <w:r>
        <w:tab/>
      </w:r>
      <w:r w:rsidRPr="2B1F20E1">
        <w:rPr>
          <w:rFonts w:ascii="Corbel" w:hAnsi="Corbel"/>
          <w:smallCaps w:val="0"/>
        </w:rPr>
        <w:t xml:space="preserve">Sposób realizacji zajęć  </w:t>
      </w:r>
    </w:p>
    <w:p w14:paraId="0587C8B3" w14:textId="24E3C215" w:rsidR="2B1F20E1" w:rsidRDefault="2B1F20E1" w:rsidP="2B1F20E1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u w:val="single"/>
        </w:rPr>
      </w:pPr>
    </w:p>
    <w:p w14:paraId="47C316DF" w14:textId="77777777" w:rsidR="0085747A" w:rsidRPr="0055081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55081F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55081F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86692D9" w14:textId="77777777" w:rsidR="0085747A" w:rsidRPr="00AD4A7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trike/>
          <w:szCs w:val="24"/>
        </w:rPr>
      </w:pPr>
      <w:r w:rsidRPr="00AD4A7F">
        <w:rPr>
          <w:rFonts w:ascii="MS Gothic" w:eastAsia="MS Gothic" w:hAnsi="MS Gothic" w:cs="MS Gothic" w:hint="eastAsia"/>
          <w:b w:val="0"/>
          <w:strike/>
          <w:szCs w:val="24"/>
        </w:rPr>
        <w:t>☐</w:t>
      </w:r>
      <w:r w:rsidRPr="00AD4A7F">
        <w:rPr>
          <w:rFonts w:ascii="Corbel" w:hAnsi="Corbel"/>
          <w:b w:val="0"/>
          <w:smallCaps w:val="0"/>
          <w:strike/>
          <w:szCs w:val="24"/>
        </w:rPr>
        <w:t xml:space="preserve"> zajęcia realizowane z wykorzystaniem metod i technik kształcenia na odległość</w:t>
      </w:r>
    </w:p>
    <w:p w14:paraId="5A39BB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3110E885">
        <w:rPr>
          <w:rFonts w:ascii="Corbel" w:hAnsi="Corbel"/>
          <w:smallCaps w:val="0"/>
        </w:rPr>
        <w:t xml:space="preserve">1.3 </w:t>
      </w:r>
      <w:r>
        <w:tab/>
      </w:r>
      <w:r w:rsidRPr="3110E885">
        <w:rPr>
          <w:rFonts w:ascii="Corbel" w:hAnsi="Corbel"/>
          <w:smallCaps w:val="0"/>
        </w:rPr>
        <w:t>For</w:t>
      </w:r>
      <w:r w:rsidR="00445970" w:rsidRPr="3110E885">
        <w:rPr>
          <w:rFonts w:ascii="Corbel" w:hAnsi="Corbel"/>
          <w:smallCaps w:val="0"/>
        </w:rPr>
        <w:t>ma zaliczenia przedmiotu</w:t>
      </w:r>
      <w:r w:rsidRPr="3110E885">
        <w:rPr>
          <w:rFonts w:ascii="Corbel" w:hAnsi="Corbel"/>
          <w:smallCaps w:val="0"/>
        </w:rPr>
        <w:t xml:space="preserve"> (z toku) </w:t>
      </w:r>
      <w:r w:rsidRPr="3110E885">
        <w:rPr>
          <w:rFonts w:ascii="Corbel" w:hAnsi="Corbel"/>
          <w:b w:val="0"/>
          <w:smallCaps w:val="0"/>
        </w:rPr>
        <w:t>(egzamin, zaliczenie z oceną, zaliczenie bez oceny)</w:t>
      </w:r>
    </w:p>
    <w:p w14:paraId="492F14C9" w14:textId="381D6DF3" w:rsidR="3110E885" w:rsidRDefault="3110E885" w:rsidP="3110E885">
      <w:pPr>
        <w:pStyle w:val="Punktygwne"/>
        <w:spacing w:before="0" w:after="0"/>
        <w:rPr>
          <w:rFonts w:ascii="Corbel" w:hAnsi="Corbel"/>
          <w:b w:val="0"/>
        </w:rPr>
      </w:pPr>
    </w:p>
    <w:p w14:paraId="078AA4B1" w14:textId="77777777" w:rsidR="009C54AE" w:rsidRDefault="00AD4A7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1C8F39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C1F06E" w14:textId="065194F4" w:rsidR="2B1F20E1" w:rsidRDefault="2B1F20E1" w:rsidP="2B1F20E1">
      <w:pPr>
        <w:pStyle w:val="Punktygwne"/>
        <w:spacing w:before="0" w:after="0"/>
        <w:rPr>
          <w:rFonts w:ascii="Corbel" w:hAnsi="Corbel"/>
        </w:rPr>
      </w:pPr>
    </w:p>
    <w:p w14:paraId="3C0169C0" w14:textId="3AC98070" w:rsidR="2B1F20E1" w:rsidRDefault="2B1F20E1" w:rsidP="2B1F20E1">
      <w:pPr>
        <w:pStyle w:val="Punktygwne"/>
        <w:spacing w:before="0" w:after="0"/>
        <w:rPr>
          <w:rFonts w:ascii="Corbel" w:hAnsi="Corbel"/>
        </w:rPr>
      </w:pPr>
    </w:p>
    <w:p w14:paraId="1F16C751" w14:textId="099B4D28" w:rsidR="2B1F20E1" w:rsidRDefault="2B1F20E1" w:rsidP="2B1F20E1">
      <w:pPr>
        <w:pStyle w:val="Punktygwne"/>
        <w:spacing w:before="0" w:after="0"/>
        <w:rPr>
          <w:rFonts w:ascii="Corbel" w:hAnsi="Corbel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3110E885">
        <w:rPr>
          <w:rFonts w:ascii="Corbel" w:hAnsi="Corbel"/>
        </w:rPr>
        <w:t xml:space="preserve">2.Wymagania wstępne </w:t>
      </w:r>
    </w:p>
    <w:p w14:paraId="5664CBE6" w14:textId="2D8E120B" w:rsidR="3110E885" w:rsidRDefault="3110E885" w:rsidP="3110E885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143C7" w14:paraId="0ACEF896" w14:textId="77777777" w:rsidTr="00745302">
        <w:tc>
          <w:tcPr>
            <w:tcW w:w="9670" w:type="dxa"/>
          </w:tcPr>
          <w:p w14:paraId="670CC252" w14:textId="77777777" w:rsidR="0085747A" w:rsidRPr="00E143C7" w:rsidRDefault="00AD4A7F" w:rsidP="00AD4A7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  <w:szCs w:val="20"/>
              </w:rPr>
            </w:pPr>
            <w:r w:rsidRPr="00E143C7">
              <w:rPr>
                <w:rFonts w:ascii="Corbel" w:hAnsi="Corbel"/>
                <w:b w:val="0"/>
                <w:smallCaps w:val="0"/>
                <w:color w:val="000000"/>
                <w:sz w:val="22"/>
                <w:szCs w:val="20"/>
              </w:rPr>
              <w:t>STUDENT POWINIEN DYSPONOWAĆ PODSTAWOWĄ WIEDZĄ Z ZAKRESU HISTORII PAŃSTWA I NARODU POLSKIEGO; ZNAĆ PODSTAWOWE POJĘCIA Z ZAKRESU STOSUNKÓW MIĘDZYNARODOWYCH, MIGRACJI, MNIEJSZOŚCI NARODOWYCH</w:t>
            </w:r>
          </w:p>
        </w:tc>
      </w:tr>
    </w:tbl>
    <w:p w14:paraId="72A3D3E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0D0B940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E27B00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E143C7" w14:paraId="7708AB7B" w14:textId="77777777" w:rsidTr="3110E885">
        <w:tc>
          <w:tcPr>
            <w:tcW w:w="851" w:type="dxa"/>
            <w:vAlign w:val="center"/>
          </w:tcPr>
          <w:p w14:paraId="5372B5A4" w14:textId="77777777" w:rsidR="0085747A" w:rsidRPr="00E143C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143C7">
              <w:rPr>
                <w:rFonts w:ascii="Corbel" w:hAnsi="Corbel"/>
                <w:b w:val="0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B489568" w14:textId="77777777" w:rsidR="0085747A" w:rsidRPr="00E143C7" w:rsidRDefault="008F4101" w:rsidP="008F410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</w:rPr>
            </w:pPr>
            <w:r w:rsidRPr="00E143C7">
              <w:rPr>
                <w:rFonts w:ascii="Corbel" w:hAnsi="Corbel"/>
                <w:b w:val="0"/>
              </w:rPr>
              <w:t>UZYSKANIE PRZEZ STUDENTA PODSTAWOWEJ WIEDZY NA TEMAT PROCESU KSZTAŁTOWANIA SIĘ ŚRODOWISK POLSKIEGO POCHODZENIA ZA GRANICĄ</w:t>
            </w:r>
          </w:p>
        </w:tc>
      </w:tr>
      <w:tr w:rsidR="0085747A" w:rsidRPr="00E143C7" w14:paraId="546F256C" w14:textId="77777777" w:rsidTr="3110E885">
        <w:tc>
          <w:tcPr>
            <w:tcW w:w="851" w:type="dxa"/>
            <w:vAlign w:val="center"/>
          </w:tcPr>
          <w:p w14:paraId="550CF7E8" w14:textId="77777777" w:rsidR="0085747A" w:rsidRPr="00E143C7" w:rsidRDefault="008F410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</w:rPr>
            </w:pPr>
            <w:r w:rsidRPr="00E143C7">
              <w:rPr>
                <w:rFonts w:ascii="Corbel" w:hAnsi="Corbel"/>
                <w:sz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1484CA46" w14:textId="1BBB2B8F" w:rsidR="0085747A" w:rsidRPr="00E143C7" w:rsidRDefault="05B316D7" w:rsidP="008F410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</w:rPr>
            </w:pPr>
            <w:r w:rsidRPr="3110E885">
              <w:rPr>
                <w:rFonts w:ascii="Corbel" w:hAnsi="Corbel"/>
                <w:b w:val="0"/>
              </w:rPr>
              <w:t>ROZUMIENIE POJĘĆ BEZPOŚREDNIO ZWIĄZANYCH Z PROCESAMI MIGRACYJNYMI I</w:t>
            </w:r>
            <w:r w:rsidR="46FFAD82" w:rsidRPr="3110E885">
              <w:rPr>
                <w:rFonts w:ascii="Corbel" w:hAnsi="Corbel"/>
                <w:b w:val="0"/>
              </w:rPr>
              <w:t xml:space="preserve"> </w:t>
            </w:r>
            <w:r w:rsidRPr="3110E885">
              <w:rPr>
                <w:rFonts w:ascii="Corbel" w:hAnsi="Corbel"/>
                <w:b w:val="0"/>
              </w:rPr>
              <w:t>OSADNICZYMI POLAKÓW NA ŚWIECIE ZARÓWNO HISTORYCZNIE JAK I</w:t>
            </w:r>
            <w:r w:rsidR="28D3C6FE" w:rsidRPr="3110E885">
              <w:rPr>
                <w:rFonts w:ascii="Corbel" w:hAnsi="Corbel"/>
                <w:b w:val="0"/>
              </w:rPr>
              <w:t xml:space="preserve"> </w:t>
            </w:r>
            <w:r w:rsidRPr="3110E885">
              <w:rPr>
                <w:rFonts w:ascii="Corbel" w:hAnsi="Corbel"/>
                <w:b w:val="0"/>
              </w:rPr>
              <w:t>WSPÓŁCZEŚNIE</w:t>
            </w:r>
          </w:p>
        </w:tc>
      </w:tr>
      <w:tr w:rsidR="0085747A" w:rsidRPr="00E143C7" w14:paraId="4AC62EE8" w14:textId="77777777" w:rsidTr="3110E885">
        <w:tc>
          <w:tcPr>
            <w:tcW w:w="851" w:type="dxa"/>
            <w:vAlign w:val="center"/>
          </w:tcPr>
          <w:p w14:paraId="53C0B3C4" w14:textId="77777777" w:rsidR="0085747A" w:rsidRPr="00E143C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143C7">
              <w:rPr>
                <w:rFonts w:ascii="Corbel" w:hAnsi="Corbel"/>
                <w:b w:val="0"/>
              </w:rPr>
              <w:t>C</w:t>
            </w:r>
            <w:r w:rsidR="008F4101" w:rsidRPr="00E143C7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8819" w:type="dxa"/>
            <w:vAlign w:val="center"/>
          </w:tcPr>
          <w:p w14:paraId="0DA840AD" w14:textId="77777777" w:rsidR="0085747A" w:rsidRPr="00E143C7" w:rsidRDefault="008F4101" w:rsidP="008F410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</w:rPr>
            </w:pPr>
            <w:r w:rsidRPr="00E143C7">
              <w:rPr>
                <w:rFonts w:ascii="Corbel" w:hAnsi="Corbel"/>
                <w:b w:val="0"/>
              </w:rPr>
              <w:t>DOSTRZEGANIE ZALEŻNOŚCI POMIĘDZY POŁOŻENIEM MIĘDZYNARODOWYM PAŃSTWA I NARODU POLSKIEGO, A SYTUACJĄ DIASPORY POLSKIEJ</w:t>
            </w:r>
          </w:p>
        </w:tc>
      </w:tr>
    </w:tbl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4EAFD9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61F38664" w14:textId="77777777" w:rsidTr="3110E885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143C7" w14:paraId="6E84E5B6" w14:textId="77777777" w:rsidTr="3110E885">
        <w:tc>
          <w:tcPr>
            <w:tcW w:w="1701" w:type="dxa"/>
          </w:tcPr>
          <w:p w14:paraId="4FCA5964" w14:textId="77777777" w:rsidR="0085747A" w:rsidRPr="00E143C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0"/>
              </w:rPr>
            </w:pPr>
            <w:r w:rsidRPr="00E143C7">
              <w:rPr>
                <w:rFonts w:ascii="Corbel" w:hAnsi="Corbel"/>
                <w:b w:val="0"/>
                <w:smallCaps w:val="0"/>
                <w:sz w:val="22"/>
                <w:szCs w:val="20"/>
              </w:rPr>
              <w:t>EK</w:t>
            </w:r>
            <w:r w:rsidRPr="00E143C7">
              <w:rPr>
                <w:rFonts w:ascii="Corbel" w:hAnsi="Corbel"/>
                <w:b w:val="0"/>
                <w:smallCaps w:val="0"/>
                <w:sz w:val="22"/>
                <w:szCs w:val="20"/>
              </w:rPr>
              <w:softHyphen/>
              <w:t>_01</w:t>
            </w:r>
          </w:p>
        </w:tc>
        <w:tc>
          <w:tcPr>
            <w:tcW w:w="6096" w:type="dxa"/>
          </w:tcPr>
          <w:p w14:paraId="4ECF2D8C" w14:textId="29B9D771" w:rsidR="0085747A" w:rsidRPr="00E143C7" w:rsidRDefault="0AA2804D" w:rsidP="3110E8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3110E885">
              <w:rPr>
                <w:rFonts w:ascii="Corbel" w:hAnsi="Corbel"/>
                <w:b w:val="0"/>
                <w:smallCaps w:val="0"/>
                <w:sz w:val="22"/>
              </w:rPr>
              <w:t>ZNA I ROZUMIE RODZAJE WIĘZI SPOŁECZNYCH Z PUNKTU WIDZENIA STOSUNKÓW MIĘDZYNARODOWYCH Z</w:t>
            </w:r>
            <w:r w:rsidR="24AC5E85" w:rsidRPr="3110E885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3110E885">
              <w:rPr>
                <w:rFonts w:ascii="Corbel" w:hAnsi="Corbel"/>
                <w:b w:val="0"/>
                <w:smallCaps w:val="0"/>
                <w:sz w:val="22"/>
              </w:rPr>
              <w:t>PERPSPEKTYWY HISTORYCZNEJ I WSPÓŁCZESNEJ ORAZ ZMIANY ZACHODZĄCE W STRUKTURACH SPOŁECZNYCH</w:t>
            </w:r>
          </w:p>
        </w:tc>
        <w:tc>
          <w:tcPr>
            <w:tcW w:w="1873" w:type="dxa"/>
          </w:tcPr>
          <w:p w14:paraId="3FB25131" w14:textId="77777777" w:rsidR="0085747A" w:rsidRPr="00E143C7" w:rsidRDefault="006435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0"/>
              </w:rPr>
            </w:pPr>
            <w:r w:rsidRPr="00E143C7">
              <w:rPr>
                <w:rFonts w:ascii="Corbel" w:hAnsi="Corbel"/>
                <w:b w:val="0"/>
                <w:smallCaps w:val="0"/>
                <w:sz w:val="22"/>
                <w:szCs w:val="20"/>
              </w:rPr>
              <w:t>K</w:t>
            </w:r>
            <w:r w:rsidR="00C92D3C" w:rsidRPr="00E143C7">
              <w:rPr>
                <w:rFonts w:ascii="Corbel" w:hAnsi="Corbel"/>
                <w:b w:val="0"/>
                <w:smallCaps w:val="0"/>
                <w:sz w:val="22"/>
                <w:szCs w:val="20"/>
              </w:rPr>
              <w:t>_</w:t>
            </w:r>
            <w:r w:rsidRPr="00E143C7">
              <w:rPr>
                <w:rFonts w:ascii="Corbel" w:hAnsi="Corbel"/>
                <w:b w:val="0"/>
                <w:smallCaps w:val="0"/>
                <w:sz w:val="22"/>
                <w:szCs w:val="20"/>
              </w:rPr>
              <w:t>W03</w:t>
            </w:r>
          </w:p>
        </w:tc>
      </w:tr>
      <w:tr w:rsidR="0085747A" w:rsidRPr="00E143C7" w14:paraId="2C57D769" w14:textId="77777777" w:rsidTr="3110E885">
        <w:tc>
          <w:tcPr>
            <w:tcW w:w="1701" w:type="dxa"/>
          </w:tcPr>
          <w:p w14:paraId="56A76B19" w14:textId="77777777" w:rsidR="0085747A" w:rsidRPr="00E143C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0"/>
              </w:rPr>
            </w:pPr>
            <w:r w:rsidRPr="00E143C7">
              <w:rPr>
                <w:rFonts w:ascii="Corbel" w:hAnsi="Corbel"/>
                <w:b w:val="0"/>
                <w:smallCaps w:val="0"/>
                <w:sz w:val="22"/>
                <w:szCs w:val="20"/>
              </w:rPr>
              <w:t>EK_02</w:t>
            </w:r>
          </w:p>
        </w:tc>
        <w:tc>
          <w:tcPr>
            <w:tcW w:w="6096" w:type="dxa"/>
          </w:tcPr>
          <w:p w14:paraId="21B65F3C" w14:textId="6F5584AA" w:rsidR="0085747A" w:rsidRPr="00E143C7" w:rsidRDefault="17A73169" w:rsidP="3110E8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3110E885">
              <w:rPr>
                <w:rFonts w:ascii="Corbel" w:hAnsi="Corbel"/>
                <w:b w:val="0"/>
                <w:smallCaps w:val="0"/>
                <w:sz w:val="22"/>
              </w:rPr>
              <w:t>POTRAFI DOKONAĆ ANALIZY GENEZY, PRZEBIEGU ORAZ SKUTKÓW KONKRETNYCH ZJAWISK ZACHODZĄCYCH W</w:t>
            </w:r>
            <w:r w:rsidR="1EF821EA" w:rsidRPr="3110E885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3110E885">
              <w:rPr>
                <w:rFonts w:ascii="Corbel" w:hAnsi="Corbel"/>
                <w:b w:val="0"/>
                <w:smallCaps w:val="0"/>
                <w:sz w:val="22"/>
              </w:rPr>
              <w:t>STOSUNKACH MIĘDZYNARODOWYCH, A TAKŻE WYKORZYSTYWAĆ POSIADANĄ WIEDZĘ DO PRZEWIDYWANIA I TWORZENIA SCENARIUSZY ROZWOJU SYTUACJI MIĘDZYNARODOWEJ</w:t>
            </w:r>
          </w:p>
        </w:tc>
        <w:tc>
          <w:tcPr>
            <w:tcW w:w="1873" w:type="dxa"/>
          </w:tcPr>
          <w:p w14:paraId="2A4E307F" w14:textId="77777777" w:rsidR="0085747A" w:rsidRPr="00E143C7" w:rsidRDefault="00C92D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0"/>
              </w:rPr>
            </w:pPr>
            <w:r w:rsidRPr="00E143C7">
              <w:rPr>
                <w:rFonts w:ascii="Corbel" w:hAnsi="Corbel"/>
                <w:b w:val="0"/>
                <w:smallCaps w:val="0"/>
                <w:sz w:val="22"/>
                <w:szCs w:val="20"/>
              </w:rPr>
              <w:t>K_U03</w:t>
            </w:r>
          </w:p>
        </w:tc>
      </w:tr>
      <w:tr w:rsidR="0085747A" w:rsidRPr="00E143C7" w14:paraId="41DCAEAC" w14:textId="77777777" w:rsidTr="3110E885">
        <w:tc>
          <w:tcPr>
            <w:tcW w:w="1701" w:type="dxa"/>
          </w:tcPr>
          <w:p w14:paraId="41960800" w14:textId="77777777" w:rsidR="0085747A" w:rsidRPr="00E143C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0"/>
              </w:rPr>
            </w:pPr>
            <w:r w:rsidRPr="00E143C7">
              <w:rPr>
                <w:rFonts w:ascii="Corbel" w:hAnsi="Corbel"/>
                <w:b w:val="0"/>
                <w:smallCaps w:val="0"/>
                <w:sz w:val="22"/>
                <w:szCs w:val="20"/>
              </w:rPr>
              <w:t>EK_</w:t>
            </w:r>
            <w:r w:rsidR="00C92D3C" w:rsidRPr="00E143C7">
              <w:rPr>
                <w:rFonts w:ascii="Corbel" w:hAnsi="Corbel"/>
                <w:b w:val="0"/>
                <w:smallCaps w:val="0"/>
                <w:sz w:val="22"/>
                <w:szCs w:val="20"/>
              </w:rPr>
              <w:t>03</w:t>
            </w:r>
          </w:p>
        </w:tc>
        <w:tc>
          <w:tcPr>
            <w:tcW w:w="6096" w:type="dxa"/>
          </w:tcPr>
          <w:p w14:paraId="0E51AF0B" w14:textId="4621A859" w:rsidR="0085747A" w:rsidRPr="00E143C7" w:rsidRDefault="17A73169" w:rsidP="3110E8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3110E885">
              <w:rPr>
                <w:rFonts w:ascii="Corbel" w:hAnsi="Corbel"/>
                <w:b w:val="0"/>
                <w:smallCaps w:val="0"/>
                <w:sz w:val="22"/>
              </w:rPr>
              <w:t>JEST GOTÓW DO CIĄGŁEGO POGŁĘBIANIA ZDOBYTEJ WIEDZY, PRZYSWAJANIA I NALIZOWANIA NOWYCH WIADOMOŚCI I PROCESÓW Z ZAKRESU STOSUNKÓW MIĘDYANRODOWYCH, A TAKŻE WYKORZYSTUJĄC POZNANE NARZĘDZIE WYRAŻAĆ KRYTYCZNĄ OPINIĘ W</w:t>
            </w:r>
            <w:r w:rsidR="5090374B" w:rsidRPr="3110E885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3110E885">
              <w:rPr>
                <w:rFonts w:ascii="Corbel" w:hAnsi="Corbel"/>
                <w:b w:val="0"/>
                <w:smallCaps w:val="0"/>
                <w:sz w:val="22"/>
              </w:rPr>
              <w:t>TYM ZAKRESIE</w:t>
            </w:r>
          </w:p>
        </w:tc>
        <w:tc>
          <w:tcPr>
            <w:tcW w:w="1873" w:type="dxa"/>
          </w:tcPr>
          <w:p w14:paraId="54E3E2D9" w14:textId="77777777" w:rsidR="0085747A" w:rsidRPr="00E143C7" w:rsidRDefault="00C92D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0"/>
              </w:rPr>
            </w:pPr>
            <w:r w:rsidRPr="00E143C7">
              <w:rPr>
                <w:rFonts w:ascii="Corbel" w:hAnsi="Corbel"/>
                <w:b w:val="0"/>
                <w:smallCaps w:val="0"/>
                <w:sz w:val="22"/>
                <w:szCs w:val="20"/>
              </w:rPr>
              <w:t>K_K01</w:t>
            </w:r>
          </w:p>
        </w:tc>
      </w:tr>
    </w:tbl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3110E885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0830EC" w14:textId="77777777" w:rsidTr="2B1F20E1">
        <w:tc>
          <w:tcPr>
            <w:tcW w:w="9520" w:type="dxa"/>
          </w:tcPr>
          <w:p w14:paraId="273296B2" w14:textId="0D93EDCB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1F20E1">
              <w:rPr>
                <w:rFonts w:ascii="Corbel" w:hAnsi="Corbel"/>
                <w:sz w:val="24"/>
                <w:szCs w:val="24"/>
              </w:rPr>
              <w:t>Treści merytoryczne</w:t>
            </w:r>
            <w:r w:rsidR="00AD4A7F" w:rsidRPr="2B1F20E1">
              <w:rPr>
                <w:rFonts w:ascii="Corbel" w:hAnsi="Corbel"/>
                <w:sz w:val="24"/>
                <w:szCs w:val="24"/>
              </w:rPr>
              <w:t xml:space="preserve">: </w:t>
            </w:r>
            <w:r w:rsidR="0803275B" w:rsidRPr="2B1F20E1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656B9A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97C21FE" w14:textId="36CB7A94" w:rsidR="1DFE67DC" w:rsidRDefault="1DFE67DC" w:rsidP="1DFE67DC">
      <w:pPr>
        <w:spacing w:after="0" w:line="240" w:lineRule="auto"/>
      </w:pPr>
    </w:p>
    <w:p w14:paraId="52682717" w14:textId="7E46E208" w:rsidR="1DFE67DC" w:rsidRDefault="1DFE67DC" w:rsidP="1DFE67DC">
      <w:pPr>
        <w:spacing w:after="0" w:line="240" w:lineRule="auto"/>
      </w:pPr>
    </w:p>
    <w:p w14:paraId="7DE214DD" w14:textId="2F53DAFA" w:rsidR="1DFE67DC" w:rsidRDefault="1DFE67DC" w:rsidP="1DFE67DC">
      <w:pPr>
        <w:spacing w:after="0" w:line="240" w:lineRule="auto"/>
      </w:pPr>
    </w:p>
    <w:p w14:paraId="7E3A35FF" w14:textId="00DC78DF" w:rsidR="1DFE67DC" w:rsidRDefault="1DFE67DC" w:rsidP="1DFE67DC">
      <w:pPr>
        <w:spacing w:after="0" w:line="240" w:lineRule="auto"/>
      </w:pPr>
    </w:p>
    <w:p w14:paraId="0077AE4A" w14:textId="5D629BED" w:rsidR="1DFE67DC" w:rsidRDefault="1DFE67DC" w:rsidP="1DFE67DC">
      <w:pPr>
        <w:spacing w:after="0" w:line="240" w:lineRule="auto"/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3110E885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3110E885">
        <w:rPr>
          <w:rFonts w:ascii="Corbel" w:hAnsi="Corbel"/>
          <w:sz w:val="24"/>
          <w:szCs w:val="24"/>
        </w:rPr>
        <w:t xml:space="preserve">, </w:t>
      </w:r>
      <w:r w:rsidRPr="3110E885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3110E885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143C7" w14:paraId="5376D778" w14:textId="77777777" w:rsidTr="3110E885">
        <w:tc>
          <w:tcPr>
            <w:tcW w:w="9639" w:type="dxa"/>
          </w:tcPr>
          <w:p w14:paraId="29257B59" w14:textId="17DD0ABD" w:rsidR="0085747A" w:rsidRPr="00E143C7" w:rsidRDefault="00AD4A7F" w:rsidP="3110E88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3110E885">
              <w:rPr>
                <w:rFonts w:ascii="Corbel" w:hAnsi="Corbel"/>
              </w:rPr>
              <w:t>PROCES KSZTAŁTOWANIA SIĘ ŚRODOWISK POLSKICH NA ŚWIECIE. PODSTAWOWE POJĘCIA I</w:t>
            </w:r>
            <w:r w:rsidR="160C77F0" w:rsidRPr="3110E885">
              <w:rPr>
                <w:rFonts w:ascii="Corbel" w:hAnsi="Corbel"/>
              </w:rPr>
              <w:t xml:space="preserve"> </w:t>
            </w:r>
            <w:r w:rsidRPr="3110E885">
              <w:rPr>
                <w:rFonts w:ascii="Corbel" w:hAnsi="Corbel"/>
              </w:rPr>
              <w:t xml:space="preserve">DEFINICJE: POLONIA, POLACY NA ŚWIECIE, </w:t>
            </w:r>
            <w:r w:rsidR="444432E7" w:rsidRPr="3110E885">
              <w:rPr>
                <w:rFonts w:ascii="Corbel" w:hAnsi="Corbel"/>
              </w:rPr>
              <w:t xml:space="preserve">MNIEJSZOŚĆ POLSKA, </w:t>
            </w:r>
            <w:r w:rsidRPr="3110E885">
              <w:rPr>
                <w:rFonts w:ascii="Corbel" w:hAnsi="Corbel"/>
              </w:rPr>
              <w:t>MIGRANT, EMIGRANT, OSADNIK, ITP. RAMY CHRONOLOGICZNE.</w:t>
            </w:r>
            <w:r w:rsidR="00CF6033" w:rsidRPr="3110E885">
              <w:rPr>
                <w:rFonts w:ascii="Corbel" w:hAnsi="Corbel"/>
              </w:rPr>
              <w:t xml:space="preserve"> POTENCJAŁ.</w:t>
            </w:r>
            <w:r w:rsidR="70A3A999" w:rsidRPr="3110E885">
              <w:rPr>
                <w:rFonts w:ascii="Corbel" w:hAnsi="Corbel"/>
              </w:rPr>
              <w:t xml:space="preserve"> </w:t>
            </w:r>
          </w:p>
        </w:tc>
      </w:tr>
      <w:tr w:rsidR="0085747A" w:rsidRPr="00E143C7" w14:paraId="3C80392E" w14:textId="77777777" w:rsidTr="3110E885">
        <w:tc>
          <w:tcPr>
            <w:tcW w:w="9639" w:type="dxa"/>
          </w:tcPr>
          <w:p w14:paraId="4A3B79A5" w14:textId="77777777" w:rsidR="0085747A" w:rsidRPr="00E143C7" w:rsidRDefault="00CF6033" w:rsidP="000E20F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0"/>
              </w:rPr>
            </w:pPr>
            <w:r w:rsidRPr="00E143C7">
              <w:rPr>
                <w:rFonts w:ascii="Corbel" w:hAnsi="Corbel"/>
                <w:szCs w:val="20"/>
              </w:rPr>
              <w:t>MNIEJSZOŚĆ POLSKA NA TERENACH WSCHODNICH [OBSZAR BYŁEGO IMPERIUM ROSYJSKIEGO – ZSRR]</w:t>
            </w:r>
            <w:r w:rsidR="00A77004" w:rsidRPr="00E143C7">
              <w:rPr>
                <w:rFonts w:ascii="Corbel" w:hAnsi="Corbel"/>
                <w:szCs w:val="20"/>
              </w:rPr>
              <w:t>. HISTORYCZNE UWARUNKOWANIA POWSTANIA, OSADNICTWO DOBROWOLNE, OSADNICTWO PRZYMUSOWE. ROLA POLAKÓW NA TERENACH WSCHODNICH. SPECYFIKA „KOŚCIOŁA POLSKIEGO”. AKTUALNA POZYCJA POTOMKÓW POLAKÓW W POSZCZEGÓLNYCH PAŃSTWACH ZE SZCZEGÓLNYM UWZGLĘDNIENIEM LITWY I REPUBLIK NADBAŁTYCKICH, BIAŁORUSI, KAZACHSTANU, ROSJI, UKRAINY.</w:t>
            </w:r>
            <w:r w:rsidR="000E20FB" w:rsidRPr="00E143C7">
              <w:rPr>
                <w:rFonts w:ascii="Corbel" w:hAnsi="Corbel"/>
                <w:szCs w:val="20"/>
              </w:rPr>
              <w:t xml:space="preserve"> </w:t>
            </w:r>
          </w:p>
        </w:tc>
      </w:tr>
      <w:tr w:rsidR="0085747A" w:rsidRPr="00E143C7" w14:paraId="05F323CD" w14:textId="77777777" w:rsidTr="3110E885">
        <w:tc>
          <w:tcPr>
            <w:tcW w:w="9639" w:type="dxa"/>
          </w:tcPr>
          <w:p w14:paraId="652AD343" w14:textId="77777777" w:rsidR="0085747A" w:rsidRPr="00E143C7" w:rsidRDefault="00CF6033" w:rsidP="000E20F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0"/>
              </w:rPr>
            </w:pPr>
            <w:r w:rsidRPr="00E143C7">
              <w:rPr>
                <w:rFonts w:ascii="Corbel" w:hAnsi="Corbel"/>
                <w:szCs w:val="20"/>
              </w:rPr>
              <w:t>ŚRODOWISKA POLSKIE NA TERENACH EUROPY ZACHODNIEJ</w:t>
            </w:r>
            <w:r w:rsidR="00A77004" w:rsidRPr="00E143C7">
              <w:rPr>
                <w:rFonts w:ascii="Corbel" w:hAnsi="Corbel"/>
                <w:szCs w:val="20"/>
              </w:rPr>
              <w:t xml:space="preserve">. POLONIA I POLACY ZA GRANICĄ. HISTORYCZNE ASPEKTY KSZTAŁTOWANIA SIĘ ŚRODOWISK POLSKICH W PAŃSTWACH EUROPEJSKICH. EMIGRACJA DWORSKA. WIELKA EMIGRACJA I INNE EMIGRACJE POPOWSTANIOWE. EMIGRACJA ZA CHLEBEM. EMIGRACJE POLITYCZNE </w:t>
            </w:r>
            <w:r w:rsidR="000E20FB" w:rsidRPr="00E143C7">
              <w:rPr>
                <w:rFonts w:ascii="Corbel" w:hAnsi="Corbel"/>
                <w:szCs w:val="20"/>
              </w:rPr>
              <w:t xml:space="preserve">XX </w:t>
            </w:r>
            <w:r w:rsidR="00A77004" w:rsidRPr="00E143C7">
              <w:rPr>
                <w:rFonts w:ascii="Corbel" w:hAnsi="Corbel"/>
                <w:szCs w:val="20"/>
              </w:rPr>
              <w:t xml:space="preserve">WIEKU. </w:t>
            </w:r>
            <w:r w:rsidR="000E20FB" w:rsidRPr="00E143C7">
              <w:rPr>
                <w:rFonts w:ascii="Corbel" w:hAnsi="Corbel"/>
                <w:szCs w:val="20"/>
              </w:rPr>
              <w:t xml:space="preserve">AKTUALNY STAN ŚRODOWISK STAROOSADNICZYCH. </w:t>
            </w:r>
          </w:p>
        </w:tc>
      </w:tr>
      <w:tr w:rsidR="00CF6033" w:rsidRPr="00E143C7" w14:paraId="7DD54E19" w14:textId="77777777" w:rsidTr="3110E885">
        <w:tc>
          <w:tcPr>
            <w:tcW w:w="9639" w:type="dxa"/>
          </w:tcPr>
          <w:p w14:paraId="21F29D07" w14:textId="02A8ADF2" w:rsidR="00CF6033" w:rsidRPr="00E143C7" w:rsidRDefault="00CF6033" w:rsidP="3110E88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3110E885">
              <w:rPr>
                <w:rFonts w:ascii="Corbel" w:hAnsi="Corbel"/>
              </w:rPr>
              <w:t>POLACY I ICH POTOMKOWIE NA OBSZARACH ZAMORSKICH</w:t>
            </w:r>
            <w:r w:rsidR="444432E7" w:rsidRPr="3110E885">
              <w:rPr>
                <w:rFonts w:ascii="Corbel" w:hAnsi="Corbel"/>
              </w:rPr>
              <w:t xml:space="preserve">. EMIGRACJE POLSKIE W OKRESIE STAROPOLSKIM. </w:t>
            </w:r>
            <w:r w:rsidR="70A3A999" w:rsidRPr="3110E885">
              <w:rPr>
                <w:rFonts w:ascii="Corbel" w:hAnsi="Corbel"/>
              </w:rPr>
              <w:t>MASOWE EMIGRACJE DRUGIEJ POŁOWY XIX STULECIA. POWSTAWANIE I</w:t>
            </w:r>
            <w:r w:rsidR="65ED4D40" w:rsidRPr="3110E885">
              <w:rPr>
                <w:rFonts w:ascii="Corbel" w:hAnsi="Corbel"/>
              </w:rPr>
              <w:t xml:space="preserve"> </w:t>
            </w:r>
            <w:r w:rsidR="70A3A999" w:rsidRPr="3110E885">
              <w:rPr>
                <w:rFonts w:ascii="Corbel" w:hAnsi="Corbel"/>
              </w:rPr>
              <w:t xml:space="preserve">ROZWÓJ ŚRODOWISK POLSKICH W ARGENTYNIE, BRAZYLII, KAN ADZIE I STANACH ZJEDNOCZONYCH AMERYKI. EMIGRACJE DRUGIEJ POŁOWY XX WIEKU </w:t>
            </w:r>
          </w:p>
        </w:tc>
      </w:tr>
      <w:tr w:rsidR="00CF6033" w:rsidRPr="00E143C7" w14:paraId="2823723F" w14:textId="77777777" w:rsidTr="3110E885">
        <w:tc>
          <w:tcPr>
            <w:tcW w:w="9639" w:type="dxa"/>
          </w:tcPr>
          <w:p w14:paraId="772AD005" w14:textId="77777777" w:rsidR="00CF6033" w:rsidRPr="00E143C7" w:rsidRDefault="00CF6033" w:rsidP="000E20F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0"/>
              </w:rPr>
            </w:pPr>
            <w:r w:rsidRPr="00E143C7">
              <w:rPr>
                <w:rFonts w:ascii="Corbel" w:hAnsi="Corbel"/>
                <w:szCs w:val="20"/>
              </w:rPr>
              <w:t>SPECYFIKA WSPÓŁCZESNYCH, EUROPEJSKICH MIGRACJI POLSKICH [POLACY W UNII EUROPEJSKIEJ I PAŃSTWACH EUROPEJSKIEGO OBSZARU GOSPODARCZEGO]</w:t>
            </w:r>
            <w:r w:rsidR="000E20FB" w:rsidRPr="00E143C7">
              <w:rPr>
                <w:rFonts w:ascii="Corbel" w:hAnsi="Corbel"/>
                <w:szCs w:val="20"/>
              </w:rPr>
              <w:t xml:space="preserve">. NOWA POLONIA A STARE ŚRODOWISKA POLONIJNE </w:t>
            </w:r>
          </w:p>
        </w:tc>
      </w:tr>
      <w:tr w:rsidR="00CF6033" w:rsidRPr="00E143C7" w14:paraId="4F1F85C6" w14:textId="77777777" w:rsidTr="3110E885">
        <w:tc>
          <w:tcPr>
            <w:tcW w:w="9639" w:type="dxa"/>
          </w:tcPr>
          <w:p w14:paraId="43DA5BBE" w14:textId="77777777" w:rsidR="00CF6033" w:rsidRPr="00E143C7" w:rsidRDefault="000E20FB" w:rsidP="000E20F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0"/>
              </w:rPr>
            </w:pPr>
            <w:r w:rsidRPr="00E143C7">
              <w:rPr>
                <w:rFonts w:ascii="Corbel" w:hAnsi="Corbel"/>
                <w:szCs w:val="20"/>
              </w:rPr>
              <w:t xml:space="preserve">POLACY NA ŚWIECIE. BILANS 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80CB50" w14:textId="4D9D5CBA" w:rsidR="0085747A" w:rsidRPr="00CF6033" w:rsidRDefault="00CF6033" w:rsidP="1DFE67DC">
      <w:pPr>
        <w:pStyle w:val="Punktygwne"/>
        <w:spacing w:before="0" w:after="0"/>
        <w:jc w:val="both"/>
        <w:rPr>
          <w:rFonts w:ascii="Corbel" w:hAnsi="Corbel"/>
          <w:b w:val="0"/>
          <w:i/>
          <w:iCs/>
          <w:smallCaps w:val="0"/>
          <w:sz w:val="20"/>
          <w:szCs w:val="20"/>
        </w:rPr>
      </w:pPr>
      <w:r w:rsidRPr="1DFE67DC">
        <w:rPr>
          <w:rFonts w:ascii="Corbel" w:hAnsi="Corbel"/>
          <w:b w:val="0"/>
          <w:i/>
          <w:iCs/>
          <w:smallCaps w:val="0"/>
          <w:sz w:val="20"/>
          <w:szCs w:val="20"/>
        </w:rPr>
        <w:t>ANALIZA TEKSTÓW Z DYSKUSJĄ, PRACA W GRUPACH, GRY DYDAKTYCZNE, ROZMOWA NAUCZAJĄCA Z</w:t>
      </w:r>
      <w:r w:rsidR="28B0B4C2" w:rsidRPr="1DFE67DC"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 </w:t>
      </w:r>
      <w:r w:rsidRPr="1DFE67DC">
        <w:rPr>
          <w:rFonts w:ascii="Corbel" w:hAnsi="Corbel"/>
          <w:b w:val="0"/>
          <w:i/>
          <w:iCs/>
          <w:smallCaps w:val="0"/>
          <w:sz w:val="20"/>
          <w:szCs w:val="20"/>
        </w:rPr>
        <w:t>ELEMENTAMI WYKŁADU</w:t>
      </w:r>
    </w:p>
    <w:p w14:paraId="62486C0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101652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5872"/>
        <w:gridCol w:w="2343"/>
      </w:tblGrid>
      <w:tr w:rsidR="0085747A" w:rsidRPr="009C54AE" w14:paraId="3CD72C34" w14:textId="77777777" w:rsidTr="000E7DB8">
        <w:tc>
          <w:tcPr>
            <w:tcW w:w="130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72" w:type="dxa"/>
            <w:vAlign w:val="center"/>
          </w:tcPr>
          <w:p w14:paraId="47962157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0E7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343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92D3C" w:rsidRPr="00E143C7" w14:paraId="44B4BCD5" w14:textId="77777777" w:rsidTr="000E7DB8">
        <w:tc>
          <w:tcPr>
            <w:tcW w:w="1305" w:type="dxa"/>
          </w:tcPr>
          <w:p w14:paraId="17368564" w14:textId="77777777" w:rsidR="00C92D3C" w:rsidRPr="00E143C7" w:rsidRDefault="00C92D3C" w:rsidP="00C92D3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E143C7">
              <w:rPr>
                <w:rFonts w:ascii="Corbel" w:hAnsi="Corbel"/>
                <w:b w:val="0"/>
                <w:sz w:val="22"/>
                <w:szCs w:val="24"/>
              </w:rPr>
              <w:t xml:space="preserve">ek_ 01 </w:t>
            </w:r>
          </w:p>
        </w:tc>
        <w:tc>
          <w:tcPr>
            <w:tcW w:w="5872" w:type="dxa"/>
          </w:tcPr>
          <w:p w14:paraId="348B77E7" w14:textId="77777777" w:rsidR="00C92D3C" w:rsidRPr="00E143C7" w:rsidRDefault="000E7DB8" w:rsidP="00C92D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  <w:szCs w:val="20"/>
              </w:rPr>
            </w:pPr>
            <w:r w:rsidRPr="00E143C7">
              <w:rPr>
                <w:rFonts w:ascii="Corbel" w:hAnsi="Corbel"/>
                <w:b w:val="0"/>
                <w:smallCaps w:val="0"/>
                <w:color w:val="000000"/>
                <w:sz w:val="22"/>
                <w:szCs w:val="20"/>
              </w:rPr>
              <w:t>OBSERWACJA W TRAKCIE ZAJĘĆ, PRACA ZALICZENIOWA</w:t>
            </w:r>
            <w:r w:rsidR="00C92D3C" w:rsidRPr="00E143C7">
              <w:rPr>
                <w:rFonts w:ascii="Corbel" w:hAnsi="Corbel"/>
                <w:b w:val="0"/>
                <w:smallCaps w:val="0"/>
                <w:sz w:val="22"/>
                <w:szCs w:val="20"/>
              </w:rPr>
              <w:t xml:space="preserve"> </w:t>
            </w:r>
          </w:p>
        </w:tc>
        <w:tc>
          <w:tcPr>
            <w:tcW w:w="2343" w:type="dxa"/>
          </w:tcPr>
          <w:p w14:paraId="69C0B09A" w14:textId="77777777" w:rsidR="00C92D3C" w:rsidRPr="00E143C7" w:rsidRDefault="00C92D3C" w:rsidP="00C92D3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0"/>
              </w:rPr>
            </w:pPr>
            <w:r w:rsidRPr="00E143C7">
              <w:rPr>
                <w:rFonts w:ascii="Corbel" w:hAnsi="Corbel"/>
                <w:b w:val="0"/>
                <w:sz w:val="22"/>
                <w:szCs w:val="20"/>
              </w:rPr>
              <w:t>KONWERSATORIUM</w:t>
            </w:r>
          </w:p>
        </w:tc>
      </w:tr>
      <w:tr w:rsidR="00C92D3C" w:rsidRPr="00E143C7" w14:paraId="344B7A6C" w14:textId="77777777" w:rsidTr="000E7DB8">
        <w:tc>
          <w:tcPr>
            <w:tcW w:w="1305" w:type="dxa"/>
          </w:tcPr>
          <w:p w14:paraId="727CF0E4" w14:textId="77777777" w:rsidR="00C92D3C" w:rsidRPr="00E143C7" w:rsidRDefault="00C92D3C" w:rsidP="00C92D3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E143C7">
              <w:rPr>
                <w:rFonts w:ascii="Corbel" w:hAnsi="Corbel"/>
                <w:b w:val="0"/>
                <w:sz w:val="22"/>
                <w:szCs w:val="24"/>
              </w:rPr>
              <w:t>Ek_ 02</w:t>
            </w:r>
          </w:p>
        </w:tc>
        <w:tc>
          <w:tcPr>
            <w:tcW w:w="5872" w:type="dxa"/>
          </w:tcPr>
          <w:p w14:paraId="1AFCA5DE" w14:textId="77777777" w:rsidR="00C92D3C" w:rsidRPr="00E143C7" w:rsidRDefault="000E7DB8" w:rsidP="00C92D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  <w:szCs w:val="20"/>
              </w:rPr>
            </w:pPr>
            <w:r w:rsidRPr="00E143C7">
              <w:rPr>
                <w:rFonts w:ascii="Corbel" w:hAnsi="Corbel"/>
                <w:b w:val="0"/>
                <w:smallCaps w:val="0"/>
                <w:color w:val="000000"/>
                <w:sz w:val="22"/>
                <w:szCs w:val="20"/>
              </w:rPr>
              <w:t>OBSERWACJA W TRAKCIE ZAJĘĆ, PREZENTACJA, TEST LUB EGZAMIN ZALICZENIOWY</w:t>
            </w:r>
            <w:r w:rsidRPr="00E143C7">
              <w:rPr>
                <w:rFonts w:ascii="Corbel" w:hAnsi="Corbel"/>
                <w:b w:val="0"/>
                <w:smallCaps w:val="0"/>
                <w:sz w:val="22"/>
                <w:szCs w:val="20"/>
              </w:rPr>
              <w:t xml:space="preserve"> </w:t>
            </w:r>
          </w:p>
        </w:tc>
        <w:tc>
          <w:tcPr>
            <w:tcW w:w="2343" w:type="dxa"/>
          </w:tcPr>
          <w:p w14:paraId="78B28D3E" w14:textId="77777777" w:rsidR="00C92D3C" w:rsidRPr="00E143C7" w:rsidRDefault="00C92D3C" w:rsidP="00C92D3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0"/>
              </w:rPr>
            </w:pPr>
            <w:r w:rsidRPr="00E143C7">
              <w:rPr>
                <w:rFonts w:ascii="Corbel" w:hAnsi="Corbel"/>
                <w:b w:val="0"/>
                <w:sz w:val="22"/>
                <w:szCs w:val="20"/>
              </w:rPr>
              <w:t>KONWERSATORIUM</w:t>
            </w:r>
          </w:p>
        </w:tc>
      </w:tr>
      <w:tr w:rsidR="00C92D3C" w:rsidRPr="00E143C7" w14:paraId="3E6F4B71" w14:textId="77777777" w:rsidTr="000E7DB8">
        <w:tc>
          <w:tcPr>
            <w:tcW w:w="1305" w:type="dxa"/>
          </w:tcPr>
          <w:p w14:paraId="002D746F" w14:textId="77777777" w:rsidR="00C92D3C" w:rsidRPr="00E143C7" w:rsidRDefault="00C92D3C" w:rsidP="00C92D3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E143C7">
              <w:rPr>
                <w:rFonts w:ascii="Corbel" w:hAnsi="Corbel"/>
                <w:b w:val="0"/>
                <w:sz w:val="22"/>
                <w:szCs w:val="24"/>
              </w:rPr>
              <w:t>EK_03</w:t>
            </w:r>
          </w:p>
        </w:tc>
        <w:tc>
          <w:tcPr>
            <w:tcW w:w="5872" w:type="dxa"/>
          </w:tcPr>
          <w:p w14:paraId="57338488" w14:textId="77777777" w:rsidR="00C92D3C" w:rsidRPr="00E143C7" w:rsidRDefault="000E7DB8" w:rsidP="00C92D3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  <w:szCs w:val="20"/>
              </w:rPr>
            </w:pPr>
            <w:r w:rsidRPr="00E143C7">
              <w:rPr>
                <w:rFonts w:ascii="Corbel" w:hAnsi="Corbel"/>
                <w:b w:val="0"/>
                <w:smallCaps w:val="0"/>
                <w:sz w:val="22"/>
                <w:szCs w:val="20"/>
              </w:rPr>
              <w:t>OBSERWACJA W TRAKCIE ZAJĘĆ</w:t>
            </w:r>
          </w:p>
        </w:tc>
        <w:tc>
          <w:tcPr>
            <w:tcW w:w="2343" w:type="dxa"/>
          </w:tcPr>
          <w:p w14:paraId="637F2D4C" w14:textId="77777777" w:rsidR="00C92D3C" w:rsidRPr="00E143C7" w:rsidRDefault="00C92D3C" w:rsidP="00C92D3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0"/>
              </w:rPr>
            </w:pPr>
            <w:r w:rsidRPr="00E143C7">
              <w:rPr>
                <w:rFonts w:ascii="Corbel" w:hAnsi="Corbel"/>
                <w:b w:val="0"/>
                <w:sz w:val="22"/>
                <w:szCs w:val="20"/>
              </w:rPr>
              <w:t>KONWERSATORIUM</w:t>
            </w:r>
          </w:p>
        </w:tc>
      </w:tr>
    </w:tbl>
    <w:p w14:paraId="1299C43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DDBEF0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143C7" w14:paraId="08B38018" w14:textId="77777777" w:rsidTr="00923D7D">
        <w:tc>
          <w:tcPr>
            <w:tcW w:w="9670" w:type="dxa"/>
          </w:tcPr>
          <w:p w14:paraId="6C76AC6F" w14:textId="77777777" w:rsidR="0085747A" w:rsidRPr="00E143C7" w:rsidRDefault="00F50D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0"/>
              </w:rPr>
            </w:pPr>
            <w:r w:rsidRPr="00E143C7">
              <w:rPr>
                <w:rFonts w:ascii="Corbel" w:hAnsi="Corbel"/>
                <w:b w:val="0"/>
                <w:smallCaps w:val="0"/>
                <w:sz w:val="22"/>
                <w:szCs w:val="20"/>
              </w:rPr>
              <w:t>AKTYWNOŚĆ NA ZAJĘCIACH</w:t>
            </w:r>
          </w:p>
          <w:p w14:paraId="4ED49A0C" w14:textId="77777777" w:rsidR="00923D7D" w:rsidRPr="00E143C7" w:rsidRDefault="00F50D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0"/>
              </w:rPr>
            </w:pPr>
            <w:r w:rsidRPr="00E143C7">
              <w:rPr>
                <w:rFonts w:ascii="Corbel" w:hAnsi="Corbel"/>
                <w:b w:val="0"/>
                <w:smallCaps w:val="0"/>
                <w:sz w:val="22"/>
                <w:szCs w:val="20"/>
              </w:rPr>
              <w:t>PRZYGOTOWANIE WYSTĄPIENIA / PREZENTACJI NA TEMAT USTALONY Z PROWADZĄCYM</w:t>
            </w:r>
          </w:p>
          <w:p w14:paraId="0B755CBB" w14:textId="77777777" w:rsidR="0085747A" w:rsidRPr="00E143C7" w:rsidRDefault="00F50D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0"/>
              </w:rPr>
            </w:pPr>
            <w:r w:rsidRPr="00E143C7">
              <w:rPr>
                <w:rFonts w:ascii="Corbel" w:hAnsi="Corbel"/>
                <w:b w:val="0"/>
                <w:smallCaps w:val="0"/>
                <w:sz w:val="22"/>
                <w:szCs w:val="20"/>
              </w:rPr>
              <w:t>ZDANIE TESTU ZALICZENIOWEGO LUB USTNE ZALICZENIE PRZEDMIOTU DO WYBORU PRZEZ STUDENTÓW W POROZUMIENIU Z PROWADZĄCYM</w:t>
            </w:r>
          </w:p>
          <w:p w14:paraId="00B54EF1" w14:textId="77777777" w:rsidR="008F4101" w:rsidRPr="00E143C7" w:rsidRDefault="008F41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0"/>
              </w:rPr>
            </w:pPr>
            <w:r w:rsidRPr="00E143C7">
              <w:rPr>
                <w:rFonts w:ascii="Corbel" w:hAnsi="Corbel"/>
                <w:b w:val="0"/>
                <w:smallCaps w:val="0"/>
                <w:sz w:val="22"/>
                <w:szCs w:val="20"/>
              </w:rPr>
              <w:t>OCENA KOŃCOWA JEST SKŁADOWĄ POWYŻSZYCH ELEMENTÓW W UKŁADZIE: 45% + 15% + 40% DLA POSZCZEGOLNYCH POZYCJI</w:t>
            </w:r>
          </w:p>
        </w:tc>
      </w:tr>
    </w:tbl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5FCE06" w14:textId="66F77362" w:rsidR="2B1F20E1" w:rsidRDefault="2B1F20E1" w:rsidP="2B1F20E1">
      <w:pPr>
        <w:pStyle w:val="Bezodstpw"/>
        <w:ind w:left="284" w:hanging="284"/>
        <w:jc w:val="both"/>
        <w:rPr>
          <w:rFonts w:ascii="Corbel" w:hAnsi="Corbel"/>
          <w:b/>
          <w:bCs/>
          <w:sz w:val="24"/>
          <w:szCs w:val="24"/>
        </w:rPr>
      </w:pPr>
    </w:p>
    <w:p w14:paraId="6DD574EC" w14:textId="4D4289ED" w:rsidR="2B1F20E1" w:rsidRDefault="2B1F20E1" w:rsidP="2B1F20E1">
      <w:pPr>
        <w:pStyle w:val="Bezodstpw"/>
        <w:ind w:left="284" w:hanging="284"/>
        <w:jc w:val="both"/>
        <w:rPr>
          <w:rFonts w:ascii="Corbel" w:hAnsi="Corbel"/>
          <w:b/>
          <w:bCs/>
          <w:sz w:val="24"/>
          <w:szCs w:val="24"/>
        </w:rPr>
      </w:pPr>
    </w:p>
    <w:p w14:paraId="74110510" w14:textId="274B6D98" w:rsidR="2B1F20E1" w:rsidRDefault="2B1F20E1" w:rsidP="2B1F20E1">
      <w:pPr>
        <w:pStyle w:val="Bezodstpw"/>
        <w:ind w:left="284" w:hanging="284"/>
        <w:jc w:val="both"/>
        <w:rPr>
          <w:rFonts w:ascii="Corbel" w:hAnsi="Corbel"/>
          <w:b/>
          <w:bCs/>
          <w:sz w:val="24"/>
          <w:szCs w:val="24"/>
        </w:rPr>
      </w:pPr>
    </w:p>
    <w:p w14:paraId="120F59D3" w14:textId="0DE2998A" w:rsidR="2B1F20E1" w:rsidRDefault="2B1F20E1" w:rsidP="2B1F20E1">
      <w:pPr>
        <w:pStyle w:val="Bezodstpw"/>
        <w:ind w:left="284" w:hanging="284"/>
        <w:jc w:val="both"/>
        <w:rPr>
          <w:rFonts w:ascii="Corbel" w:hAnsi="Corbel"/>
          <w:b/>
          <w:bCs/>
          <w:sz w:val="24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6"/>
        <w:gridCol w:w="3254"/>
      </w:tblGrid>
      <w:tr w:rsidR="0085747A" w:rsidRPr="009C54AE" w14:paraId="63D9DE79" w14:textId="77777777" w:rsidTr="3110E885">
        <w:tc>
          <w:tcPr>
            <w:tcW w:w="6266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254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BC2E163" w14:textId="77777777" w:rsidTr="3110E885">
        <w:tc>
          <w:tcPr>
            <w:tcW w:w="6266" w:type="dxa"/>
          </w:tcPr>
          <w:p w14:paraId="1AB692D5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110E885">
              <w:rPr>
                <w:rFonts w:ascii="Corbel" w:hAnsi="Corbel"/>
                <w:sz w:val="24"/>
                <w:szCs w:val="24"/>
              </w:rPr>
              <w:t>G</w:t>
            </w:r>
            <w:r w:rsidR="0085747A" w:rsidRPr="3110E88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3110E88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3110E885">
              <w:rPr>
                <w:rFonts w:ascii="Corbel" w:hAnsi="Corbel"/>
                <w:sz w:val="24"/>
                <w:szCs w:val="24"/>
              </w:rPr>
              <w:t xml:space="preserve"> w</w:t>
            </w:r>
            <w:r w:rsidRPr="3110E885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3110E885">
              <w:rPr>
                <w:rFonts w:ascii="Corbel" w:eastAsia="Corbel" w:hAnsi="Corbel" w:cs="Corbel"/>
                <w:sz w:val="28"/>
                <w:szCs w:val="28"/>
              </w:rPr>
              <w:t xml:space="preserve"> </w:t>
            </w:r>
            <w:r w:rsidR="0085747A" w:rsidRPr="3110E885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9C1331" w:rsidRPr="3110E885"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="763DED8B" w:rsidRPr="3110E885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0085747A" w:rsidRPr="3110E885">
              <w:rPr>
                <w:rFonts w:ascii="Corbel" w:hAnsi="Corbel"/>
                <w:sz w:val="24"/>
                <w:szCs w:val="24"/>
              </w:rPr>
              <w:t xml:space="preserve"> </w:t>
            </w:r>
            <w:r w:rsidRPr="3110E885">
              <w:rPr>
                <w:rFonts w:ascii="Corbel" w:hAnsi="Corbel"/>
                <w:sz w:val="24"/>
                <w:szCs w:val="24"/>
              </w:rPr>
              <w:t>studiów</w:t>
            </w:r>
            <w:r w:rsidR="763DED8B" w:rsidRPr="3110E88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254" w:type="dxa"/>
          </w:tcPr>
          <w:p w14:paraId="72A4FFC0" w14:textId="77777777" w:rsidR="0085747A" w:rsidRPr="009C54AE" w:rsidRDefault="00A26D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CF603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079485E9" w14:textId="77777777" w:rsidTr="3110E885">
        <w:tc>
          <w:tcPr>
            <w:tcW w:w="6266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254" w:type="dxa"/>
          </w:tcPr>
          <w:p w14:paraId="33CFEC6B" w14:textId="77777777" w:rsidR="00C61DC5" w:rsidRPr="009C54AE" w:rsidRDefault="00CF60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5AB7F672" w14:textId="77777777" w:rsidTr="3110E885">
        <w:tc>
          <w:tcPr>
            <w:tcW w:w="6266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254" w:type="dxa"/>
          </w:tcPr>
          <w:p w14:paraId="704A35C2" w14:textId="77777777" w:rsidR="00C61DC5" w:rsidRPr="009C54AE" w:rsidRDefault="00A26D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CF603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2B55E3E1" w14:textId="77777777" w:rsidTr="3110E885">
        <w:tc>
          <w:tcPr>
            <w:tcW w:w="6266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254" w:type="dxa"/>
          </w:tcPr>
          <w:p w14:paraId="58A771A2" w14:textId="77777777" w:rsidR="0085747A" w:rsidRPr="009C54AE" w:rsidRDefault="00CF60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3110E885">
        <w:tc>
          <w:tcPr>
            <w:tcW w:w="6266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254" w:type="dxa"/>
          </w:tcPr>
          <w:p w14:paraId="0B778152" w14:textId="77777777" w:rsidR="0085747A" w:rsidRPr="009C54AE" w:rsidRDefault="00CF60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FB7827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9C54AE" w14:paraId="43ADD52C" w14:textId="77777777" w:rsidTr="3110E885">
        <w:trPr>
          <w:trHeight w:val="397"/>
        </w:trPr>
        <w:tc>
          <w:tcPr>
            <w:tcW w:w="3856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7079A94F" w14:textId="2A01EB0A" w:rsidR="0085747A" w:rsidRPr="009C54AE" w:rsidRDefault="5BF6F688" w:rsidP="3110E885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</w:pPr>
            <w:r w:rsidRPr="3110E885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08D71815" w14:textId="77777777" w:rsidTr="3110E885">
        <w:trPr>
          <w:trHeight w:val="397"/>
        </w:trPr>
        <w:tc>
          <w:tcPr>
            <w:tcW w:w="3856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477ED0FF" w14:textId="05A444A7" w:rsidR="0085747A" w:rsidRPr="009C54AE" w:rsidRDefault="2A439527" w:rsidP="3110E8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0E885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0562CB0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E143C7" w14:paraId="01C7AAE3" w14:textId="77777777" w:rsidTr="3110E885">
        <w:trPr>
          <w:trHeight w:val="397"/>
        </w:trPr>
        <w:tc>
          <w:tcPr>
            <w:tcW w:w="9497" w:type="dxa"/>
          </w:tcPr>
          <w:p w14:paraId="729C9695" w14:textId="77777777" w:rsidR="0085747A" w:rsidRPr="00E143C7" w:rsidRDefault="0085747A" w:rsidP="3110E885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</w:rPr>
            </w:pPr>
            <w:r w:rsidRPr="3110E885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7393594B" w14:textId="3D4D65C2" w:rsidR="3110E885" w:rsidRDefault="3110E885" w:rsidP="3110E885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6647C084" w14:textId="77777777" w:rsidR="000E20FB" w:rsidRPr="00E143C7" w:rsidRDefault="004F2EC8" w:rsidP="004F2E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E143C7"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  <w:t>POLSKA DIASPORA</w:t>
            </w:r>
            <w:r w:rsidRPr="00E143C7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 POD RED. ADAMA WALASZKA, KRAKÓW 2001</w:t>
            </w:r>
          </w:p>
          <w:p w14:paraId="54C40E87" w14:textId="77777777" w:rsidR="004F2EC8" w:rsidRPr="00E143C7" w:rsidRDefault="004F2EC8" w:rsidP="004F2E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E143C7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A. BONUSIAK, E. CZOP, K. STUKUS, </w:t>
            </w:r>
            <w:r w:rsidRPr="00E143C7"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  <w:t>MIGRACJE POLSKIE HISTORIA I WSPÓŁCZESNOŚĆ</w:t>
            </w:r>
            <w:r w:rsidRPr="00E143C7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 RZESZÓW 2010</w:t>
            </w:r>
          </w:p>
        </w:tc>
      </w:tr>
      <w:tr w:rsidR="0085747A" w:rsidRPr="00E143C7" w14:paraId="2EBB7CF1" w14:textId="77777777" w:rsidTr="3110E885">
        <w:trPr>
          <w:trHeight w:val="397"/>
        </w:trPr>
        <w:tc>
          <w:tcPr>
            <w:tcW w:w="9497" w:type="dxa"/>
          </w:tcPr>
          <w:p w14:paraId="1616B1D9" w14:textId="77777777" w:rsidR="0085747A" w:rsidRPr="00E143C7" w:rsidRDefault="0085747A" w:rsidP="3110E885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</w:rPr>
            </w:pPr>
            <w:r w:rsidRPr="3110E885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0E82F09B" w14:textId="5281C424" w:rsidR="3110E885" w:rsidRDefault="3110E885" w:rsidP="3110E885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75DECB2B" w14:textId="77777777" w:rsidR="004F2EC8" w:rsidRPr="00E143C7" w:rsidRDefault="004F2EC8" w:rsidP="00F50D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E143C7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R. HABIELSKI, </w:t>
            </w:r>
            <w:r w:rsidRPr="00E143C7"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  <w:t>EMIGRACJA</w:t>
            </w:r>
            <w:r w:rsidRPr="00E143C7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 WARSZAWA 1995</w:t>
            </w:r>
          </w:p>
          <w:p w14:paraId="30E39C97" w14:textId="77777777" w:rsidR="004F2EC8" w:rsidRPr="00E143C7" w:rsidRDefault="004F2EC8" w:rsidP="00F50D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E143C7"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  <w:t>DRUGA WIELKA EMIGRACJA</w:t>
            </w:r>
            <w:r w:rsidRPr="00E143C7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 T. I – III, WARSZAWA 1999</w:t>
            </w:r>
          </w:p>
          <w:p w14:paraId="21F04F82" w14:textId="77777777" w:rsidR="004F2EC8" w:rsidRPr="00E143C7" w:rsidRDefault="004F2EC8" w:rsidP="00F50D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E143C7"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  <w:t>EMIGRACJA Z ZIEM POLSKICH W CZASACH NOWOŻYTNYCH I NAJNOWSZYCH [XVIII-XX W.]</w:t>
            </w:r>
            <w:r w:rsidRPr="00E143C7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POD RED. A. PLICHA, WARSZAWA 1984</w:t>
            </w:r>
          </w:p>
          <w:p w14:paraId="4B9F6B62" w14:textId="57497AA8" w:rsidR="001A3FFB" w:rsidRPr="00E143C7" w:rsidRDefault="176FAD15" w:rsidP="3110E8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110E885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POLONIA I POLACY ZA GRANICĄ. KULTUROWE I EDUKACYJNE OBSZARY BADAŃ I</w:t>
            </w:r>
            <w:r w:rsidR="7AA41883" w:rsidRPr="3110E885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</w:t>
            </w:r>
            <w:r w:rsidRPr="3110E885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DOŚWIADCZEŃ</w:t>
            </w:r>
            <w:r w:rsidRPr="3110E885">
              <w:rPr>
                <w:rFonts w:ascii="Corbel" w:hAnsi="Corbel"/>
                <w:b w:val="0"/>
                <w:smallCaps w:val="0"/>
                <w:color w:val="000000" w:themeColor="text1"/>
              </w:rPr>
              <w:t>, RED. NAUKOWA, a. BOROŃ, j. GULCZYŃSKA, M. BARAŃSKA, M. BRENK, A. MAŃKOWSKA, K. NOWAK-KLUCZYŃSKI, POZNAŃ 2020</w:t>
            </w:r>
          </w:p>
          <w:p w14:paraId="751C9F3E" w14:textId="77777777" w:rsidR="00F50D6F" w:rsidRPr="00E143C7" w:rsidRDefault="00F50D6F" w:rsidP="00F50D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E143C7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PONADTO PUBLIKACJE Z ZAKRESU POLONII W POSZCZEGÓLNYCH KRAJACH, PRZYKŁADOWO DLA USA:</w:t>
            </w:r>
          </w:p>
          <w:p w14:paraId="0B8A695B" w14:textId="77777777" w:rsidR="00F50D6F" w:rsidRPr="00E143C7" w:rsidRDefault="00F50D6F" w:rsidP="00F50D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E143C7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B. GRZELOŃSKI, </w:t>
            </w:r>
            <w:r w:rsidRPr="00E143C7"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  <w:t>POLACY W STANACH ZJEDNOCZONYCH AMERYKI 1775-1865</w:t>
            </w:r>
            <w:r w:rsidRPr="00E143C7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 WARSZAWA 1976</w:t>
            </w:r>
          </w:p>
          <w:p w14:paraId="545DE789" w14:textId="77777777" w:rsidR="00F50D6F" w:rsidRPr="00E143C7" w:rsidRDefault="00F50D6F" w:rsidP="00F50D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E143C7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G. BABIŃSKI, </w:t>
            </w:r>
            <w:r w:rsidRPr="00E143C7"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  <w:t>POLONIA W USA NA TLE PRZEMIAN AMERYKAŃSKIEJ ETNICZNOŚCI,</w:t>
            </w:r>
            <w:r w:rsidRPr="00E143C7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KRAKÓW 2009</w:t>
            </w:r>
          </w:p>
          <w:p w14:paraId="43071910" w14:textId="77777777" w:rsidR="00F50D6F" w:rsidRPr="00E143C7" w:rsidRDefault="00F50D6F" w:rsidP="00F50D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E143C7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D. PIĄTKOWSKA, </w:t>
            </w:r>
            <w:r w:rsidRPr="00E143C7"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  <w:t>POLSKIE KOŚCIOŁY W NOWYM JORKU</w:t>
            </w:r>
            <w:r w:rsidRPr="00E143C7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 NOWY JORK – OPOLE 2002</w:t>
            </w:r>
          </w:p>
          <w:p w14:paraId="27764B86" w14:textId="77777777" w:rsidR="00F50D6F" w:rsidRPr="00E143C7" w:rsidRDefault="00F50D6F" w:rsidP="00F50D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E143C7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lastRenderedPageBreak/>
              <w:t xml:space="preserve">W. ZACHRIASIEWICZ, </w:t>
            </w:r>
            <w:r w:rsidRPr="00E143C7"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  <w:t>ETOS NIEPODLEGŁOŚCIOWY POLONII AMERYKAŃSKIEJ</w:t>
            </w:r>
            <w:r w:rsidRPr="00E143C7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 WARSZAWA 2005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4A131" w14:textId="77777777" w:rsidR="00F4402E" w:rsidRDefault="00F4402E" w:rsidP="00C16ABF">
      <w:pPr>
        <w:spacing w:after="0" w:line="240" w:lineRule="auto"/>
      </w:pPr>
      <w:r>
        <w:separator/>
      </w:r>
    </w:p>
  </w:endnote>
  <w:endnote w:type="continuationSeparator" w:id="0">
    <w:p w14:paraId="63CB950C" w14:textId="77777777" w:rsidR="00F4402E" w:rsidRDefault="00F4402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8C092E" w14:textId="77777777" w:rsidR="00F4402E" w:rsidRDefault="00F4402E" w:rsidP="00C16ABF">
      <w:pPr>
        <w:spacing w:after="0" w:line="240" w:lineRule="auto"/>
      </w:pPr>
      <w:r>
        <w:separator/>
      </w:r>
    </w:p>
  </w:footnote>
  <w:footnote w:type="continuationSeparator" w:id="0">
    <w:p w14:paraId="384D1987" w14:textId="77777777" w:rsidR="00F4402E" w:rsidRDefault="00F4402E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E80EE4"/>
    <w:multiLevelType w:val="hybridMultilevel"/>
    <w:tmpl w:val="E628436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860595">
    <w:abstractNumId w:val="0"/>
  </w:num>
  <w:num w:numId="2" w16cid:durableId="165433487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6734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20FB"/>
    <w:rsid w:val="000E7DB8"/>
    <w:rsid w:val="000F1C57"/>
    <w:rsid w:val="000F5615"/>
    <w:rsid w:val="00106C0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861"/>
    <w:rsid w:val="001A3FFB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FD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2EC8"/>
    <w:rsid w:val="004F55A3"/>
    <w:rsid w:val="0050496F"/>
    <w:rsid w:val="00513B6F"/>
    <w:rsid w:val="00517C63"/>
    <w:rsid w:val="005363C4"/>
    <w:rsid w:val="00536BDE"/>
    <w:rsid w:val="00543ACC"/>
    <w:rsid w:val="0055081F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501"/>
    <w:rsid w:val="00647FA8"/>
    <w:rsid w:val="00650C5F"/>
    <w:rsid w:val="00654934"/>
    <w:rsid w:val="006620D9"/>
    <w:rsid w:val="00671958"/>
    <w:rsid w:val="00675843"/>
    <w:rsid w:val="00696477"/>
    <w:rsid w:val="006C365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230"/>
    <w:rsid w:val="0078168C"/>
    <w:rsid w:val="00787C2A"/>
    <w:rsid w:val="00790E27"/>
    <w:rsid w:val="007A2E64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101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6D7A"/>
    <w:rsid w:val="00A30110"/>
    <w:rsid w:val="00A36899"/>
    <w:rsid w:val="00A371F6"/>
    <w:rsid w:val="00A43BF6"/>
    <w:rsid w:val="00A53FA5"/>
    <w:rsid w:val="00A54817"/>
    <w:rsid w:val="00A601C8"/>
    <w:rsid w:val="00A60799"/>
    <w:rsid w:val="00A77004"/>
    <w:rsid w:val="00A84C85"/>
    <w:rsid w:val="00A97DE1"/>
    <w:rsid w:val="00AA2156"/>
    <w:rsid w:val="00AB053C"/>
    <w:rsid w:val="00AD1146"/>
    <w:rsid w:val="00AD27D3"/>
    <w:rsid w:val="00AD4A7F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33"/>
    <w:rsid w:val="00B8056E"/>
    <w:rsid w:val="00B814E4"/>
    <w:rsid w:val="00B819C8"/>
    <w:rsid w:val="00B82308"/>
    <w:rsid w:val="00B90885"/>
    <w:rsid w:val="00BB520A"/>
    <w:rsid w:val="00BD0FEC"/>
    <w:rsid w:val="00BD3869"/>
    <w:rsid w:val="00BD66E9"/>
    <w:rsid w:val="00BD6FF4"/>
    <w:rsid w:val="00BF2C41"/>
    <w:rsid w:val="00C058B4"/>
    <w:rsid w:val="00C05F44"/>
    <w:rsid w:val="00C0608E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2D3C"/>
    <w:rsid w:val="00C94B98"/>
    <w:rsid w:val="00CA2B96"/>
    <w:rsid w:val="00CA5089"/>
    <w:rsid w:val="00CD6897"/>
    <w:rsid w:val="00CE5BAC"/>
    <w:rsid w:val="00CF25BE"/>
    <w:rsid w:val="00CF3692"/>
    <w:rsid w:val="00CF6033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85A"/>
    <w:rsid w:val="00DE09C0"/>
    <w:rsid w:val="00DE4A14"/>
    <w:rsid w:val="00DF320D"/>
    <w:rsid w:val="00DF71C8"/>
    <w:rsid w:val="00E129B8"/>
    <w:rsid w:val="00E143C7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A2F"/>
    <w:rsid w:val="00EE32DE"/>
    <w:rsid w:val="00EE5457"/>
    <w:rsid w:val="00F070AB"/>
    <w:rsid w:val="00F17567"/>
    <w:rsid w:val="00F27A7B"/>
    <w:rsid w:val="00F4402E"/>
    <w:rsid w:val="00F50D6F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354F0B"/>
    <w:rsid w:val="05B316D7"/>
    <w:rsid w:val="0803275B"/>
    <w:rsid w:val="0AA2804D"/>
    <w:rsid w:val="0D07995B"/>
    <w:rsid w:val="1147849F"/>
    <w:rsid w:val="15DF1B49"/>
    <w:rsid w:val="160C77F0"/>
    <w:rsid w:val="176FAD15"/>
    <w:rsid w:val="17A73169"/>
    <w:rsid w:val="1A153A24"/>
    <w:rsid w:val="1DFE67DC"/>
    <w:rsid w:val="1EF821EA"/>
    <w:rsid w:val="20B59AFB"/>
    <w:rsid w:val="216595EF"/>
    <w:rsid w:val="2381D3F3"/>
    <w:rsid w:val="247AAEA6"/>
    <w:rsid w:val="24AC5E85"/>
    <w:rsid w:val="28B0B4C2"/>
    <w:rsid w:val="28D3C6FE"/>
    <w:rsid w:val="29835080"/>
    <w:rsid w:val="2A439527"/>
    <w:rsid w:val="2B1F20E1"/>
    <w:rsid w:val="3110E885"/>
    <w:rsid w:val="3BFD3695"/>
    <w:rsid w:val="3E4901EA"/>
    <w:rsid w:val="3FE4D24B"/>
    <w:rsid w:val="444432E7"/>
    <w:rsid w:val="46FFAD82"/>
    <w:rsid w:val="48C29140"/>
    <w:rsid w:val="5090374B"/>
    <w:rsid w:val="54582494"/>
    <w:rsid w:val="5A7FC99A"/>
    <w:rsid w:val="5BF6F688"/>
    <w:rsid w:val="5CF4692D"/>
    <w:rsid w:val="65ED4D40"/>
    <w:rsid w:val="6AA2B91B"/>
    <w:rsid w:val="70A3A999"/>
    <w:rsid w:val="763DED8B"/>
    <w:rsid w:val="7AA41883"/>
    <w:rsid w:val="7C08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D4121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CDE76-1B83-4695-9D42-B1208BCE6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1012</Words>
  <Characters>6073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Przemysław Maj</cp:lastModifiedBy>
  <cp:revision>10</cp:revision>
  <cp:lastPrinted>2019-02-06T12:12:00Z</cp:lastPrinted>
  <dcterms:created xsi:type="dcterms:W3CDTF">2021-12-08T15:01:00Z</dcterms:created>
  <dcterms:modified xsi:type="dcterms:W3CDTF">2025-11-15T00:23:00Z</dcterms:modified>
</cp:coreProperties>
</file>